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03E0B3-35A3-4214-A52A-701B05F6CD1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